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727E66" w:rsidRDefault="00727E66" w:rsidP="0069129C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Système d’évacuation pour bâtiments soumis à des exigences particulières conçernant la nuisance sonore.  Il comprend des tuyaux et des raccords en polyéthylène alourdi, des fixations adaptées et des matériaux d’isolation phonique.</w:t>
      </w: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727E66" w:rsidRPr="00601D66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matériaux insonorisants afin de diminuer le risque de transmission de bruits solidiens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tuyaux </w:t>
      </w:r>
      <w:r w:rsidR="009E48E2">
        <w:rPr>
          <w:lang w:val="fr-BE"/>
        </w:rPr>
        <w:t xml:space="preserve">sont noirs et ils </w:t>
      </w:r>
      <w:r w:rsidR="009E48E2" w:rsidRPr="00601D66">
        <w:rPr>
          <w:lang w:val="fr-BE"/>
        </w:rPr>
        <w:t>consistent en un mélange de PP et d’une charge minérale</w:t>
      </w:r>
      <w:r w:rsidR="009E48E2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9E48E2">
        <w:rPr>
          <w:lang w:val="fr-BE"/>
        </w:rPr>
        <w:t xml:space="preserve"> avec un épaisseur de paroi de :</w:t>
      </w:r>
    </w:p>
    <w:p w:rsidR="009E48E2" w:rsidRDefault="009E48E2" w:rsidP="00444B9B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</w:t>
            </w:r>
            <w:r w:rsidR="006D4502">
              <w:t>ètre</w:t>
            </w:r>
            <w:r>
              <w:t xml:space="preserve"> (mm)</w:t>
            </w:r>
          </w:p>
        </w:tc>
        <w:tc>
          <w:tcPr>
            <w:tcW w:w="2949" w:type="dxa"/>
          </w:tcPr>
          <w:p w:rsidR="009E48E2" w:rsidRDefault="006D450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du paroi</w:t>
            </w:r>
            <w:r w:rsidR="009E48E2">
              <w:t xml:space="preserve"> (mm)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raccords à emboîter </w:t>
      </w:r>
      <w:r w:rsidR="009E48E2">
        <w:rPr>
          <w:lang w:val="fr-BE"/>
        </w:rPr>
        <w:t>sont noirs et ils</w:t>
      </w:r>
      <w:r w:rsidRPr="00601D66">
        <w:rPr>
          <w:lang w:val="fr-BE"/>
        </w:rPr>
        <w:t xml:space="preserve"> consistent en un mélange de PP et d’une charge minérale</w:t>
      </w:r>
      <w:r w:rsidR="008B6BB6" w:rsidRPr="00601D66">
        <w:rPr>
          <w:lang w:val="fr-BE"/>
        </w:rPr>
        <w:t>.</w:t>
      </w:r>
    </w:p>
    <w:p w:rsidR="008B6BB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9E48E2" w:rsidRPr="00E41F85" w:rsidRDefault="009E48E2" w:rsidP="009E48E2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Afin d’atténuer le niveau sonore, aux changements de direction du tracé d’évacuation, les pièces de raccordement </w:t>
      </w:r>
      <w:r>
        <w:rPr>
          <w:lang w:val="fr-BE"/>
        </w:rPr>
        <w:t>ont un épaisseur de paroi élévé</w:t>
      </w:r>
      <w:r w:rsidRPr="00E41F85">
        <w:rPr>
          <w:lang w:val="fr-BE"/>
        </w:rPr>
        <w:t xml:space="preserve"> </w:t>
      </w:r>
      <w:r>
        <w:rPr>
          <w:lang w:val="fr-BE"/>
        </w:rPr>
        <w:t>dans les</w:t>
      </w:r>
      <w:r w:rsidRPr="00E41F85">
        <w:rPr>
          <w:lang w:val="fr-BE"/>
        </w:rPr>
        <w:t xml:space="preserve"> zones d’impact.</w:t>
      </w:r>
    </w:p>
    <w:p w:rsidR="009E48E2" w:rsidRPr="00601D66" w:rsidRDefault="009E48E2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  <w:r w:rsidR="009E48E2">
        <w:rPr>
          <w:lang w:val="fr-BE"/>
        </w:rPr>
        <w:t xml:space="preserve">  En outre ils sont </w:t>
      </w:r>
      <w:r w:rsidR="0059281C">
        <w:rPr>
          <w:lang w:val="fr-BE"/>
        </w:rPr>
        <w:t>munie d’une bague de butée qui indique le profondeur d’emboîtement et qui protège la surface de contact avec le joint du raccord suivant contre des endommagements.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032FA2">
        <w:rPr>
          <w:lang w:val="fr-BE"/>
        </w:rPr>
        <w:t xml:space="preserve">Les tuyaux et les raccords sont munies d’une manchon à emboîter avec </w:t>
      </w:r>
      <w:r>
        <w:rPr>
          <w:lang w:val="fr-BE"/>
        </w:rPr>
        <w:t>un joint en EPDM</w:t>
      </w:r>
      <w:r w:rsidR="008B6BB6" w:rsidRPr="0059281C">
        <w:rPr>
          <w:lang w:val="fr-BE"/>
        </w:rPr>
        <w:t>.</w:t>
      </w:r>
    </w:p>
    <w:p w:rsidR="0059281C" w:rsidRPr="00D06139" w:rsidRDefault="0059281C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Fixations</w:t>
      </w:r>
    </w:p>
    <w:p w:rsidR="0059281C" w:rsidRP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intérieure, conçue pour éviter que les performances acoustiques solidiens diminuent.</w:t>
      </w:r>
    </w:p>
    <w:p w:rsidR="00601D66" w:rsidRPr="0059281C" w:rsidRDefault="00601D66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9281C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8A5169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AD52BB" w:rsidRDefault="00AD52BB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="0059281C" w:rsidRPr="001A64CF">
        <w:rPr>
          <w:lang w:val="fr-BE"/>
        </w:rPr>
        <w:t>es tuyaux, les raccords et les accessoires sont du même fabricant.</w:t>
      </w:r>
    </w:p>
    <w:p w:rsidR="00AD52BB" w:rsidRPr="00D06139" w:rsidRDefault="00AD52BB" w:rsidP="00AD52BB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AD52BB" w:rsidRPr="00B16421" w:rsidRDefault="00AD52BB" w:rsidP="00AD52BB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AD52BB" w:rsidRPr="00AD52BB" w:rsidRDefault="00AD52BB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AD52BB" w:rsidRPr="00AD52B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29C" w:rsidRDefault="0027629C">
      <w:r>
        <w:separator/>
      </w:r>
    </w:p>
  </w:endnote>
  <w:endnote w:type="continuationSeparator" w:id="0">
    <w:p w:rsidR="0027629C" w:rsidRDefault="0027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29C" w:rsidRDefault="0027629C">
      <w:r>
        <w:separator/>
      </w:r>
    </w:p>
  </w:footnote>
  <w:footnote w:type="continuationSeparator" w:id="0">
    <w:p w:rsidR="0027629C" w:rsidRDefault="0027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</w:t>
    </w:r>
    <w:r w:rsidR="00727E66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2F401F1E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lang w:val="fr-B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29C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1C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4502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E66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21D8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48E2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D52BB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319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530A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88ED137-75E0-4816-850A-8AB6324ED86B}"/>
</file>

<file path=customXml/itemProps2.xml><?xml version="1.0" encoding="utf-8"?>
<ds:datastoreItem xmlns:ds="http://schemas.openxmlformats.org/officeDocument/2006/customXml" ds:itemID="{081B559F-23BC-40F9-9417-C05A76A154F0}"/>
</file>

<file path=customXml/itemProps3.xml><?xml version="1.0" encoding="utf-8"?>
<ds:datastoreItem xmlns:ds="http://schemas.openxmlformats.org/officeDocument/2006/customXml" ds:itemID="{1CDE172F-DCB3-4282-ACB0-19518262875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2020-04-07T21:45:00Z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